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D32" w:rsidRDefault="006E7D32" w:rsidP="006E7D32">
      <w:pPr>
        <w:pStyle w:val="berschrift1"/>
        <w:spacing w:after="360"/>
      </w:pPr>
      <w:r>
        <w:t>L04-03 Feste Termine in der Woche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2101"/>
        <w:gridCol w:w="2101"/>
        <w:gridCol w:w="2143"/>
        <w:gridCol w:w="2102"/>
        <w:gridCol w:w="2102"/>
        <w:gridCol w:w="2102"/>
      </w:tblGrid>
      <w:tr w:rsidR="006E7D32" w:rsidRPr="007F5635" w:rsidTr="00DA3F4A">
        <w:trPr>
          <w:trHeight w:val="624"/>
        </w:trPr>
        <w:tc>
          <w:tcPr>
            <w:tcW w:w="2101" w:type="dxa"/>
            <w:shd w:val="clear" w:color="auto" w:fill="D9D9D9"/>
            <w:vAlign w:val="center"/>
          </w:tcPr>
          <w:p w:rsidR="006E7D32" w:rsidRPr="007F5635" w:rsidRDefault="006E7D32" w:rsidP="00DA3F4A">
            <w:pPr>
              <w:jc w:val="center"/>
              <w:rPr>
                <w:b/>
                <w:sz w:val="36"/>
                <w:szCs w:val="36"/>
              </w:rPr>
            </w:pPr>
            <w:r w:rsidRPr="007F5635">
              <w:rPr>
                <w:b/>
                <w:sz w:val="36"/>
                <w:szCs w:val="36"/>
              </w:rPr>
              <w:t>Montag</w:t>
            </w:r>
          </w:p>
        </w:tc>
        <w:tc>
          <w:tcPr>
            <w:tcW w:w="2101" w:type="dxa"/>
            <w:shd w:val="clear" w:color="auto" w:fill="D9D9D9"/>
            <w:vAlign w:val="center"/>
          </w:tcPr>
          <w:p w:rsidR="006E7D32" w:rsidRPr="007F5635" w:rsidRDefault="006E7D32" w:rsidP="00DA3F4A">
            <w:pPr>
              <w:jc w:val="center"/>
              <w:rPr>
                <w:b/>
                <w:sz w:val="36"/>
                <w:szCs w:val="36"/>
              </w:rPr>
            </w:pPr>
            <w:r w:rsidRPr="007F5635">
              <w:rPr>
                <w:b/>
                <w:sz w:val="36"/>
                <w:szCs w:val="36"/>
              </w:rPr>
              <w:t>Dienstag</w:t>
            </w:r>
          </w:p>
        </w:tc>
        <w:tc>
          <w:tcPr>
            <w:tcW w:w="2101" w:type="dxa"/>
            <w:shd w:val="clear" w:color="auto" w:fill="D9D9D9"/>
            <w:vAlign w:val="center"/>
          </w:tcPr>
          <w:p w:rsidR="006E7D32" w:rsidRPr="007F5635" w:rsidRDefault="006E7D32" w:rsidP="00DA3F4A">
            <w:pPr>
              <w:jc w:val="center"/>
              <w:rPr>
                <w:b/>
                <w:sz w:val="36"/>
                <w:szCs w:val="36"/>
              </w:rPr>
            </w:pPr>
            <w:r w:rsidRPr="007F5635">
              <w:rPr>
                <w:b/>
                <w:sz w:val="36"/>
                <w:szCs w:val="36"/>
              </w:rPr>
              <w:t>Mittwoch</w:t>
            </w:r>
          </w:p>
        </w:tc>
        <w:tc>
          <w:tcPr>
            <w:tcW w:w="2101" w:type="dxa"/>
            <w:shd w:val="clear" w:color="auto" w:fill="D9D9D9"/>
            <w:vAlign w:val="center"/>
          </w:tcPr>
          <w:p w:rsidR="006E7D32" w:rsidRPr="007F5635" w:rsidRDefault="006E7D32" w:rsidP="00DA3F4A">
            <w:pPr>
              <w:jc w:val="center"/>
              <w:rPr>
                <w:b/>
                <w:sz w:val="36"/>
                <w:szCs w:val="36"/>
              </w:rPr>
            </w:pPr>
            <w:r w:rsidRPr="007F5635">
              <w:rPr>
                <w:b/>
                <w:sz w:val="36"/>
                <w:szCs w:val="36"/>
              </w:rPr>
              <w:t>Donnerstag</w:t>
            </w:r>
          </w:p>
        </w:tc>
        <w:tc>
          <w:tcPr>
            <w:tcW w:w="2102" w:type="dxa"/>
            <w:shd w:val="clear" w:color="auto" w:fill="D9D9D9"/>
            <w:vAlign w:val="center"/>
          </w:tcPr>
          <w:p w:rsidR="006E7D32" w:rsidRPr="007F5635" w:rsidRDefault="006E7D32" w:rsidP="00DA3F4A">
            <w:pPr>
              <w:jc w:val="center"/>
              <w:rPr>
                <w:b/>
                <w:sz w:val="36"/>
                <w:szCs w:val="36"/>
              </w:rPr>
            </w:pPr>
            <w:r w:rsidRPr="007F5635">
              <w:rPr>
                <w:b/>
                <w:sz w:val="36"/>
                <w:szCs w:val="36"/>
              </w:rPr>
              <w:t>Freitag</w:t>
            </w:r>
          </w:p>
        </w:tc>
        <w:tc>
          <w:tcPr>
            <w:tcW w:w="2102" w:type="dxa"/>
            <w:shd w:val="clear" w:color="auto" w:fill="D9D9D9"/>
            <w:vAlign w:val="center"/>
          </w:tcPr>
          <w:p w:rsidR="006E7D32" w:rsidRPr="007F5635" w:rsidRDefault="006E7D32" w:rsidP="00DA3F4A">
            <w:pPr>
              <w:jc w:val="center"/>
              <w:rPr>
                <w:b/>
                <w:sz w:val="36"/>
                <w:szCs w:val="36"/>
              </w:rPr>
            </w:pPr>
            <w:r w:rsidRPr="007F5635">
              <w:rPr>
                <w:b/>
                <w:sz w:val="36"/>
                <w:szCs w:val="36"/>
              </w:rPr>
              <w:t>Samstag</w:t>
            </w:r>
          </w:p>
        </w:tc>
        <w:tc>
          <w:tcPr>
            <w:tcW w:w="2102" w:type="dxa"/>
            <w:shd w:val="clear" w:color="auto" w:fill="D9D9D9"/>
            <w:vAlign w:val="center"/>
          </w:tcPr>
          <w:p w:rsidR="006E7D32" w:rsidRPr="007F5635" w:rsidRDefault="006E7D32" w:rsidP="00DA3F4A">
            <w:pPr>
              <w:jc w:val="center"/>
              <w:rPr>
                <w:b/>
                <w:sz w:val="36"/>
                <w:szCs w:val="36"/>
              </w:rPr>
            </w:pPr>
            <w:r w:rsidRPr="007F5635">
              <w:rPr>
                <w:b/>
                <w:sz w:val="36"/>
                <w:szCs w:val="36"/>
              </w:rPr>
              <w:t>Sonntag</w:t>
            </w:r>
          </w:p>
        </w:tc>
      </w:tr>
      <w:tr w:rsidR="006E7D32" w:rsidTr="00DA3F4A">
        <w:trPr>
          <w:trHeight w:val="2381"/>
        </w:trPr>
        <w:tc>
          <w:tcPr>
            <w:tcW w:w="2101" w:type="dxa"/>
            <w:shd w:val="clear" w:color="auto" w:fill="auto"/>
          </w:tcPr>
          <w:p w:rsidR="006E7D32" w:rsidRDefault="006E7D32" w:rsidP="00DA3F4A"/>
        </w:tc>
        <w:tc>
          <w:tcPr>
            <w:tcW w:w="2101" w:type="dxa"/>
            <w:shd w:val="clear" w:color="auto" w:fill="auto"/>
          </w:tcPr>
          <w:p w:rsidR="006E7D32" w:rsidRDefault="006E7D32" w:rsidP="00DA3F4A"/>
        </w:tc>
        <w:tc>
          <w:tcPr>
            <w:tcW w:w="2101" w:type="dxa"/>
            <w:shd w:val="clear" w:color="auto" w:fill="auto"/>
          </w:tcPr>
          <w:p w:rsidR="006E7D32" w:rsidRDefault="006E7D32" w:rsidP="00DA3F4A"/>
        </w:tc>
        <w:tc>
          <w:tcPr>
            <w:tcW w:w="2101" w:type="dxa"/>
            <w:shd w:val="clear" w:color="auto" w:fill="auto"/>
          </w:tcPr>
          <w:p w:rsidR="006E7D32" w:rsidRDefault="006E7D32" w:rsidP="00DA3F4A"/>
        </w:tc>
        <w:tc>
          <w:tcPr>
            <w:tcW w:w="2102" w:type="dxa"/>
            <w:shd w:val="clear" w:color="auto" w:fill="auto"/>
          </w:tcPr>
          <w:p w:rsidR="006E7D32" w:rsidRDefault="006E7D32" w:rsidP="00DA3F4A"/>
        </w:tc>
        <w:tc>
          <w:tcPr>
            <w:tcW w:w="2102" w:type="dxa"/>
            <w:shd w:val="clear" w:color="auto" w:fill="auto"/>
          </w:tcPr>
          <w:p w:rsidR="006E7D32" w:rsidRDefault="006E7D32" w:rsidP="00DA3F4A"/>
        </w:tc>
        <w:tc>
          <w:tcPr>
            <w:tcW w:w="2102" w:type="dxa"/>
            <w:shd w:val="clear" w:color="auto" w:fill="auto"/>
          </w:tcPr>
          <w:p w:rsidR="006E7D32" w:rsidRDefault="006E7D32" w:rsidP="00DA3F4A"/>
        </w:tc>
      </w:tr>
      <w:tr w:rsidR="006E7D32" w:rsidTr="00DA3F4A">
        <w:trPr>
          <w:trHeight w:val="2381"/>
        </w:trPr>
        <w:tc>
          <w:tcPr>
            <w:tcW w:w="2101" w:type="dxa"/>
            <w:shd w:val="clear" w:color="auto" w:fill="auto"/>
          </w:tcPr>
          <w:p w:rsidR="006E7D32" w:rsidRDefault="006E7D32" w:rsidP="00DA3F4A"/>
        </w:tc>
        <w:tc>
          <w:tcPr>
            <w:tcW w:w="2101" w:type="dxa"/>
            <w:shd w:val="clear" w:color="auto" w:fill="auto"/>
          </w:tcPr>
          <w:p w:rsidR="006E7D32" w:rsidRDefault="006E7D32" w:rsidP="00DA3F4A"/>
        </w:tc>
        <w:tc>
          <w:tcPr>
            <w:tcW w:w="2101" w:type="dxa"/>
            <w:shd w:val="clear" w:color="auto" w:fill="auto"/>
          </w:tcPr>
          <w:p w:rsidR="006E7D32" w:rsidRDefault="006E7D32" w:rsidP="00DA3F4A"/>
        </w:tc>
        <w:tc>
          <w:tcPr>
            <w:tcW w:w="2101" w:type="dxa"/>
            <w:shd w:val="clear" w:color="auto" w:fill="auto"/>
          </w:tcPr>
          <w:p w:rsidR="006E7D32" w:rsidRDefault="006E7D32" w:rsidP="00DA3F4A"/>
        </w:tc>
        <w:tc>
          <w:tcPr>
            <w:tcW w:w="2102" w:type="dxa"/>
            <w:shd w:val="clear" w:color="auto" w:fill="auto"/>
          </w:tcPr>
          <w:p w:rsidR="006E7D32" w:rsidRDefault="006E7D32" w:rsidP="00DA3F4A"/>
        </w:tc>
        <w:tc>
          <w:tcPr>
            <w:tcW w:w="2102" w:type="dxa"/>
            <w:shd w:val="clear" w:color="auto" w:fill="auto"/>
          </w:tcPr>
          <w:p w:rsidR="006E7D32" w:rsidRDefault="006E7D32" w:rsidP="00DA3F4A"/>
        </w:tc>
        <w:tc>
          <w:tcPr>
            <w:tcW w:w="2102" w:type="dxa"/>
            <w:shd w:val="clear" w:color="auto" w:fill="auto"/>
          </w:tcPr>
          <w:p w:rsidR="006E7D32" w:rsidRDefault="006E7D32" w:rsidP="00DA3F4A"/>
        </w:tc>
      </w:tr>
      <w:tr w:rsidR="006E7D32" w:rsidTr="00DA3F4A">
        <w:trPr>
          <w:trHeight w:val="2381"/>
        </w:trPr>
        <w:tc>
          <w:tcPr>
            <w:tcW w:w="2101" w:type="dxa"/>
            <w:shd w:val="clear" w:color="auto" w:fill="auto"/>
          </w:tcPr>
          <w:p w:rsidR="006E7D32" w:rsidRDefault="006E7D32" w:rsidP="00DA3F4A"/>
        </w:tc>
        <w:tc>
          <w:tcPr>
            <w:tcW w:w="2101" w:type="dxa"/>
            <w:shd w:val="clear" w:color="auto" w:fill="auto"/>
          </w:tcPr>
          <w:p w:rsidR="006E7D32" w:rsidRDefault="006E7D32" w:rsidP="00DA3F4A"/>
        </w:tc>
        <w:tc>
          <w:tcPr>
            <w:tcW w:w="2101" w:type="dxa"/>
            <w:shd w:val="clear" w:color="auto" w:fill="auto"/>
          </w:tcPr>
          <w:p w:rsidR="006E7D32" w:rsidRDefault="006E7D32" w:rsidP="00DA3F4A"/>
        </w:tc>
        <w:tc>
          <w:tcPr>
            <w:tcW w:w="2101" w:type="dxa"/>
            <w:shd w:val="clear" w:color="auto" w:fill="auto"/>
          </w:tcPr>
          <w:p w:rsidR="006E7D32" w:rsidRDefault="006E7D32" w:rsidP="00DA3F4A"/>
        </w:tc>
        <w:tc>
          <w:tcPr>
            <w:tcW w:w="2102" w:type="dxa"/>
            <w:shd w:val="clear" w:color="auto" w:fill="auto"/>
          </w:tcPr>
          <w:p w:rsidR="006E7D32" w:rsidRDefault="006E7D32" w:rsidP="00DA3F4A"/>
        </w:tc>
        <w:tc>
          <w:tcPr>
            <w:tcW w:w="2102" w:type="dxa"/>
            <w:shd w:val="clear" w:color="auto" w:fill="auto"/>
          </w:tcPr>
          <w:p w:rsidR="006E7D32" w:rsidRDefault="006E7D32" w:rsidP="00DA3F4A"/>
        </w:tc>
        <w:tc>
          <w:tcPr>
            <w:tcW w:w="2102" w:type="dxa"/>
            <w:shd w:val="clear" w:color="auto" w:fill="auto"/>
          </w:tcPr>
          <w:p w:rsidR="006E7D32" w:rsidRDefault="006E7D32" w:rsidP="00DA3F4A"/>
        </w:tc>
      </w:tr>
    </w:tbl>
    <w:p w:rsidR="006E7D32" w:rsidRPr="00011128" w:rsidRDefault="006E7D32" w:rsidP="006E7D32"/>
    <w:p w:rsidR="009056A6" w:rsidRPr="00450272" w:rsidRDefault="009056A6" w:rsidP="00450272"/>
    <w:sectPr w:rsidR="009056A6" w:rsidRPr="00450272" w:rsidSect="00AA27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71D" w:rsidRDefault="0086071D">
      <w:r>
        <w:separator/>
      </w:r>
    </w:p>
  </w:endnote>
  <w:endnote w:type="continuationSeparator" w:id="0">
    <w:p w:rsidR="0086071D" w:rsidRDefault="00860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760" w:rsidRDefault="00AA276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782" w:rsidRPr="00137A3B" w:rsidRDefault="00AA2760" w:rsidP="00AA2760">
    <w:pPr>
      <w:pStyle w:val="Fuzeile"/>
      <w:tabs>
        <w:tab w:val="clear" w:pos="4536"/>
        <w:tab w:val="clear" w:pos="9072"/>
        <w:tab w:val="center" w:pos="7797"/>
        <w:tab w:val="right" w:pos="15168"/>
      </w:tabs>
      <w:spacing w:before="120"/>
      <w:ind w:left="540"/>
      <w:rPr>
        <w:color w:val="333333"/>
        <w:sz w:val="18"/>
        <w:szCs w:val="1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2BF370DF" wp14:editId="353DEEDC">
          <wp:simplePos x="0" y="0"/>
          <wp:positionH relativeFrom="column">
            <wp:posOffset>0</wp:posOffset>
          </wp:positionH>
          <wp:positionV relativeFrom="paragraph">
            <wp:posOffset>-6350</wp:posOffset>
          </wp:positionV>
          <wp:extent cx="344805" cy="319405"/>
          <wp:effectExtent l="0" t="0" r="0" b="4445"/>
          <wp:wrapNone/>
          <wp:docPr id="1" name="Bild 1" descr="DaFMaT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FMaT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805" cy="319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4782" w:rsidRPr="00137A3B">
      <w:rPr>
        <w:color w:val="333333"/>
        <w:sz w:val="18"/>
        <w:szCs w:val="18"/>
      </w:rPr>
      <w:t>Frank Ristow www.dafmat.de</w:t>
    </w:r>
    <w:r w:rsidR="00EA4782" w:rsidRPr="00137A3B">
      <w:rPr>
        <w:color w:val="333333"/>
        <w:sz w:val="18"/>
        <w:szCs w:val="18"/>
      </w:rPr>
      <w:tab/>
      <w:t xml:space="preserve">Seite </w:t>
    </w:r>
    <w:r w:rsidR="00EA4782" w:rsidRPr="00137A3B">
      <w:rPr>
        <w:color w:val="333333"/>
        <w:sz w:val="18"/>
        <w:szCs w:val="18"/>
      </w:rPr>
      <w:fldChar w:fldCharType="begin"/>
    </w:r>
    <w:r w:rsidR="00EA4782" w:rsidRPr="00137A3B">
      <w:rPr>
        <w:color w:val="333333"/>
        <w:sz w:val="18"/>
        <w:szCs w:val="18"/>
      </w:rPr>
      <w:instrText xml:space="preserve"> PAGE </w:instrText>
    </w:r>
    <w:r w:rsidR="00EA4782" w:rsidRPr="00137A3B">
      <w:rPr>
        <w:color w:val="333333"/>
        <w:sz w:val="18"/>
        <w:szCs w:val="18"/>
      </w:rPr>
      <w:fldChar w:fldCharType="separate"/>
    </w:r>
    <w:r w:rsidR="006E7D32">
      <w:rPr>
        <w:noProof/>
        <w:color w:val="333333"/>
        <w:sz w:val="18"/>
        <w:szCs w:val="18"/>
      </w:rPr>
      <w:t>1</w:t>
    </w:r>
    <w:r w:rsidR="00EA4782" w:rsidRPr="00137A3B">
      <w:rPr>
        <w:color w:val="333333"/>
        <w:sz w:val="18"/>
        <w:szCs w:val="18"/>
      </w:rPr>
      <w:fldChar w:fldCharType="end"/>
    </w:r>
    <w:r w:rsidR="00EA4782" w:rsidRPr="00137A3B">
      <w:rPr>
        <w:color w:val="333333"/>
        <w:sz w:val="18"/>
        <w:szCs w:val="18"/>
      </w:rPr>
      <w:t xml:space="preserve"> von </w:t>
    </w:r>
    <w:r w:rsidR="00EA4782" w:rsidRPr="00137A3B">
      <w:rPr>
        <w:color w:val="333333"/>
        <w:sz w:val="18"/>
        <w:szCs w:val="18"/>
      </w:rPr>
      <w:fldChar w:fldCharType="begin"/>
    </w:r>
    <w:r w:rsidR="00EA4782" w:rsidRPr="00137A3B">
      <w:rPr>
        <w:color w:val="333333"/>
        <w:sz w:val="18"/>
        <w:szCs w:val="18"/>
      </w:rPr>
      <w:instrText xml:space="preserve"> NUMPAGES </w:instrText>
    </w:r>
    <w:r w:rsidR="00EA4782" w:rsidRPr="00137A3B">
      <w:rPr>
        <w:color w:val="333333"/>
        <w:sz w:val="18"/>
        <w:szCs w:val="18"/>
      </w:rPr>
      <w:fldChar w:fldCharType="separate"/>
    </w:r>
    <w:r w:rsidR="006E7D32">
      <w:rPr>
        <w:noProof/>
        <w:color w:val="333333"/>
        <w:sz w:val="18"/>
        <w:szCs w:val="18"/>
      </w:rPr>
      <w:t>1</w:t>
    </w:r>
    <w:r w:rsidR="00EA4782" w:rsidRPr="00137A3B">
      <w:rPr>
        <w:color w:val="333333"/>
        <w:sz w:val="18"/>
        <w:szCs w:val="18"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760" w:rsidRDefault="00AA276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71D" w:rsidRDefault="0086071D">
      <w:r>
        <w:separator/>
      </w:r>
    </w:p>
  </w:footnote>
  <w:footnote w:type="continuationSeparator" w:id="0">
    <w:p w:rsidR="0086071D" w:rsidRDefault="008607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760" w:rsidRDefault="00AA276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760" w:rsidRPr="006E7D32" w:rsidRDefault="006E7D32" w:rsidP="00471E71">
    <w:pPr>
      <w:pStyle w:val="Kopfzeile"/>
      <w:tabs>
        <w:tab w:val="clear" w:pos="4536"/>
        <w:tab w:val="clear" w:pos="9072"/>
        <w:tab w:val="center" w:pos="7513"/>
        <w:tab w:val="right" w:pos="15168"/>
      </w:tabs>
      <w:rPr>
        <w:sz w:val="20"/>
        <w:szCs w:val="20"/>
      </w:rPr>
    </w:pPr>
    <w:r>
      <w:tab/>
    </w:r>
    <w:r w:rsidRPr="006E7D32">
      <w:rPr>
        <w:sz w:val="20"/>
        <w:szCs w:val="20"/>
      </w:rPr>
      <w:t>Themen aktuell 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760" w:rsidRDefault="00AA276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32"/>
    <w:rsid w:val="00001753"/>
    <w:rsid w:val="00007F45"/>
    <w:rsid w:val="00012D4C"/>
    <w:rsid w:val="00016F18"/>
    <w:rsid w:val="000410E3"/>
    <w:rsid w:val="000630AF"/>
    <w:rsid w:val="000651C2"/>
    <w:rsid w:val="00067B5D"/>
    <w:rsid w:val="00075F62"/>
    <w:rsid w:val="0008040E"/>
    <w:rsid w:val="000829F6"/>
    <w:rsid w:val="00084DD2"/>
    <w:rsid w:val="00087CDE"/>
    <w:rsid w:val="00092544"/>
    <w:rsid w:val="0009331E"/>
    <w:rsid w:val="000B1DE2"/>
    <w:rsid w:val="000B2410"/>
    <w:rsid w:val="000B39CA"/>
    <w:rsid w:val="000C1A61"/>
    <w:rsid w:val="000C7237"/>
    <w:rsid w:val="000D2D4A"/>
    <w:rsid w:val="000E2F08"/>
    <w:rsid w:val="000E34A7"/>
    <w:rsid w:val="000F0BBC"/>
    <w:rsid w:val="000F656E"/>
    <w:rsid w:val="00111D84"/>
    <w:rsid w:val="00125511"/>
    <w:rsid w:val="001343FF"/>
    <w:rsid w:val="0013469B"/>
    <w:rsid w:val="001363D4"/>
    <w:rsid w:val="00137A3B"/>
    <w:rsid w:val="00151C1E"/>
    <w:rsid w:val="00195B2B"/>
    <w:rsid w:val="001A75FE"/>
    <w:rsid w:val="001B6723"/>
    <w:rsid w:val="001D4A81"/>
    <w:rsid w:val="001F2885"/>
    <w:rsid w:val="00233D94"/>
    <w:rsid w:val="0023493D"/>
    <w:rsid w:val="00235BEB"/>
    <w:rsid w:val="00253763"/>
    <w:rsid w:val="002619F9"/>
    <w:rsid w:val="002738AB"/>
    <w:rsid w:val="0029452A"/>
    <w:rsid w:val="002A71EC"/>
    <w:rsid w:val="002B3EE7"/>
    <w:rsid w:val="002B6FCF"/>
    <w:rsid w:val="002C171D"/>
    <w:rsid w:val="003160B3"/>
    <w:rsid w:val="003172F7"/>
    <w:rsid w:val="00317999"/>
    <w:rsid w:val="003527A8"/>
    <w:rsid w:val="00354A37"/>
    <w:rsid w:val="003663BC"/>
    <w:rsid w:val="00366E73"/>
    <w:rsid w:val="00374EDE"/>
    <w:rsid w:val="003A10F9"/>
    <w:rsid w:val="003A36B1"/>
    <w:rsid w:val="003A3AE9"/>
    <w:rsid w:val="003C1668"/>
    <w:rsid w:val="00405C7C"/>
    <w:rsid w:val="0043624E"/>
    <w:rsid w:val="00444B29"/>
    <w:rsid w:val="00450272"/>
    <w:rsid w:val="00456650"/>
    <w:rsid w:val="00464CD0"/>
    <w:rsid w:val="00465B35"/>
    <w:rsid w:val="004677B6"/>
    <w:rsid w:val="00471E71"/>
    <w:rsid w:val="00472A80"/>
    <w:rsid w:val="00485512"/>
    <w:rsid w:val="00485887"/>
    <w:rsid w:val="0048664B"/>
    <w:rsid w:val="004C0177"/>
    <w:rsid w:val="004F11C2"/>
    <w:rsid w:val="00505344"/>
    <w:rsid w:val="00510273"/>
    <w:rsid w:val="005127C9"/>
    <w:rsid w:val="00513109"/>
    <w:rsid w:val="005155A5"/>
    <w:rsid w:val="00516102"/>
    <w:rsid w:val="00516112"/>
    <w:rsid w:val="005A0102"/>
    <w:rsid w:val="005A6F4B"/>
    <w:rsid w:val="005B4266"/>
    <w:rsid w:val="005D6EA9"/>
    <w:rsid w:val="005F23AB"/>
    <w:rsid w:val="006019BE"/>
    <w:rsid w:val="00612198"/>
    <w:rsid w:val="006122CC"/>
    <w:rsid w:val="006156E3"/>
    <w:rsid w:val="0062177D"/>
    <w:rsid w:val="00632620"/>
    <w:rsid w:val="006563B6"/>
    <w:rsid w:val="006707F9"/>
    <w:rsid w:val="0067127C"/>
    <w:rsid w:val="00673926"/>
    <w:rsid w:val="00685EAC"/>
    <w:rsid w:val="006A5EA3"/>
    <w:rsid w:val="006D3B51"/>
    <w:rsid w:val="006D69E1"/>
    <w:rsid w:val="006E6763"/>
    <w:rsid w:val="006E68EC"/>
    <w:rsid w:val="006E7167"/>
    <w:rsid w:val="006E7D32"/>
    <w:rsid w:val="006F50AC"/>
    <w:rsid w:val="006F72BD"/>
    <w:rsid w:val="00711A02"/>
    <w:rsid w:val="0071498B"/>
    <w:rsid w:val="00745537"/>
    <w:rsid w:val="007469EA"/>
    <w:rsid w:val="007615CC"/>
    <w:rsid w:val="00771CB8"/>
    <w:rsid w:val="00775CAB"/>
    <w:rsid w:val="00776A74"/>
    <w:rsid w:val="00777E83"/>
    <w:rsid w:val="00785597"/>
    <w:rsid w:val="007C3667"/>
    <w:rsid w:val="007D54F2"/>
    <w:rsid w:val="007D78C8"/>
    <w:rsid w:val="007E3E09"/>
    <w:rsid w:val="007E5566"/>
    <w:rsid w:val="007F1ECA"/>
    <w:rsid w:val="008003EE"/>
    <w:rsid w:val="008175F6"/>
    <w:rsid w:val="00822857"/>
    <w:rsid w:val="008525B4"/>
    <w:rsid w:val="0085375F"/>
    <w:rsid w:val="00854837"/>
    <w:rsid w:val="00857CA6"/>
    <w:rsid w:val="0086071D"/>
    <w:rsid w:val="008622DF"/>
    <w:rsid w:val="008931B2"/>
    <w:rsid w:val="008A1FA5"/>
    <w:rsid w:val="008A3AB4"/>
    <w:rsid w:val="008A436F"/>
    <w:rsid w:val="008B0609"/>
    <w:rsid w:val="008B2F6D"/>
    <w:rsid w:val="008C2F6A"/>
    <w:rsid w:val="008C7C98"/>
    <w:rsid w:val="008E1094"/>
    <w:rsid w:val="008F3864"/>
    <w:rsid w:val="008F4FE1"/>
    <w:rsid w:val="008F7C48"/>
    <w:rsid w:val="009056A6"/>
    <w:rsid w:val="00910E36"/>
    <w:rsid w:val="0091402B"/>
    <w:rsid w:val="009244C9"/>
    <w:rsid w:val="00933823"/>
    <w:rsid w:val="0093589F"/>
    <w:rsid w:val="0094001E"/>
    <w:rsid w:val="009417C6"/>
    <w:rsid w:val="009565F1"/>
    <w:rsid w:val="009675B5"/>
    <w:rsid w:val="0097134C"/>
    <w:rsid w:val="00991DCD"/>
    <w:rsid w:val="009A17AB"/>
    <w:rsid w:val="009A6B97"/>
    <w:rsid w:val="009B0D20"/>
    <w:rsid w:val="009B3FA1"/>
    <w:rsid w:val="009B5351"/>
    <w:rsid w:val="009E03A1"/>
    <w:rsid w:val="009F31EE"/>
    <w:rsid w:val="009F5506"/>
    <w:rsid w:val="00A13744"/>
    <w:rsid w:val="00A30A60"/>
    <w:rsid w:val="00A33E53"/>
    <w:rsid w:val="00A5749F"/>
    <w:rsid w:val="00A85EA7"/>
    <w:rsid w:val="00A9443F"/>
    <w:rsid w:val="00AA2760"/>
    <w:rsid w:val="00AB5462"/>
    <w:rsid w:val="00AB6E65"/>
    <w:rsid w:val="00AC763B"/>
    <w:rsid w:val="00AF31F2"/>
    <w:rsid w:val="00AF4617"/>
    <w:rsid w:val="00AF5BC1"/>
    <w:rsid w:val="00B02B36"/>
    <w:rsid w:val="00B14E82"/>
    <w:rsid w:val="00B166A5"/>
    <w:rsid w:val="00B26F00"/>
    <w:rsid w:val="00B30308"/>
    <w:rsid w:val="00B4628C"/>
    <w:rsid w:val="00B51A14"/>
    <w:rsid w:val="00B56D6D"/>
    <w:rsid w:val="00B71510"/>
    <w:rsid w:val="00B74E1B"/>
    <w:rsid w:val="00B751F7"/>
    <w:rsid w:val="00B94FE9"/>
    <w:rsid w:val="00B965C3"/>
    <w:rsid w:val="00BB2EE7"/>
    <w:rsid w:val="00BB52FD"/>
    <w:rsid w:val="00BC7817"/>
    <w:rsid w:val="00BD131A"/>
    <w:rsid w:val="00C14E32"/>
    <w:rsid w:val="00C2531E"/>
    <w:rsid w:val="00C33829"/>
    <w:rsid w:val="00C34988"/>
    <w:rsid w:val="00C35225"/>
    <w:rsid w:val="00C40C15"/>
    <w:rsid w:val="00C426E4"/>
    <w:rsid w:val="00C44015"/>
    <w:rsid w:val="00C4752C"/>
    <w:rsid w:val="00C70778"/>
    <w:rsid w:val="00C715AE"/>
    <w:rsid w:val="00C960D6"/>
    <w:rsid w:val="00CB0753"/>
    <w:rsid w:val="00CB1283"/>
    <w:rsid w:val="00CB1555"/>
    <w:rsid w:val="00CE0117"/>
    <w:rsid w:val="00CE3D44"/>
    <w:rsid w:val="00CF4DB2"/>
    <w:rsid w:val="00D06F14"/>
    <w:rsid w:val="00D11BA3"/>
    <w:rsid w:val="00D1541C"/>
    <w:rsid w:val="00D216FA"/>
    <w:rsid w:val="00D3095C"/>
    <w:rsid w:val="00D670D5"/>
    <w:rsid w:val="00D831D2"/>
    <w:rsid w:val="00D85042"/>
    <w:rsid w:val="00D92A03"/>
    <w:rsid w:val="00D93ABA"/>
    <w:rsid w:val="00DA5B35"/>
    <w:rsid w:val="00DB2E71"/>
    <w:rsid w:val="00DE5EF1"/>
    <w:rsid w:val="00DF20EC"/>
    <w:rsid w:val="00E07BFD"/>
    <w:rsid w:val="00E10361"/>
    <w:rsid w:val="00E1763D"/>
    <w:rsid w:val="00E21E27"/>
    <w:rsid w:val="00E37697"/>
    <w:rsid w:val="00E512A8"/>
    <w:rsid w:val="00E53C81"/>
    <w:rsid w:val="00E57D39"/>
    <w:rsid w:val="00E747AB"/>
    <w:rsid w:val="00E86010"/>
    <w:rsid w:val="00E920F5"/>
    <w:rsid w:val="00EA4782"/>
    <w:rsid w:val="00EB5AE3"/>
    <w:rsid w:val="00EC0327"/>
    <w:rsid w:val="00EF68D0"/>
    <w:rsid w:val="00EF6EB7"/>
    <w:rsid w:val="00EF76AB"/>
    <w:rsid w:val="00F1381A"/>
    <w:rsid w:val="00F264EF"/>
    <w:rsid w:val="00F42B07"/>
    <w:rsid w:val="00F45438"/>
    <w:rsid w:val="00F62BC9"/>
    <w:rsid w:val="00F67C52"/>
    <w:rsid w:val="00F73B29"/>
    <w:rsid w:val="00F73FB5"/>
    <w:rsid w:val="00F81CAC"/>
    <w:rsid w:val="00F82E12"/>
    <w:rsid w:val="00F832D7"/>
    <w:rsid w:val="00F87231"/>
    <w:rsid w:val="00F941F0"/>
    <w:rsid w:val="00F949EC"/>
    <w:rsid w:val="00FA614D"/>
    <w:rsid w:val="00FB148E"/>
    <w:rsid w:val="00FB2B14"/>
    <w:rsid w:val="00FD1FC3"/>
    <w:rsid w:val="00FD7E54"/>
    <w:rsid w:val="00FE4718"/>
    <w:rsid w:val="00FE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E7D32"/>
    <w:rPr>
      <w:rFonts w:ascii="Cambria" w:hAnsi="Cambri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0829F6"/>
    <w:pPr>
      <w:keepNext/>
      <w:widowControl w:val="0"/>
      <w:spacing w:before="240" w:after="60"/>
      <w:jc w:val="both"/>
      <w:outlineLvl w:val="0"/>
    </w:pPr>
    <w:rPr>
      <w:rFonts w:ascii="Garamond" w:hAnsi="Garamond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23493D"/>
    <w:pPr>
      <w:keepNext/>
      <w:spacing w:before="240" w:after="60"/>
      <w:jc w:val="both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253763"/>
    <w:pPr>
      <w:widowControl w:val="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styleId="Kopfzeile">
    <w:name w:val="header"/>
    <w:basedOn w:val="Standard"/>
    <w:rsid w:val="00D06F14"/>
    <w:pPr>
      <w:tabs>
        <w:tab w:val="center" w:pos="4536"/>
        <w:tab w:val="right" w:pos="9072"/>
      </w:tabs>
      <w:jc w:val="both"/>
    </w:pPr>
  </w:style>
  <w:style w:type="paragraph" w:styleId="Fuzeile">
    <w:name w:val="footer"/>
    <w:basedOn w:val="Standard"/>
    <w:rsid w:val="000B39CA"/>
    <w:pPr>
      <w:tabs>
        <w:tab w:val="center" w:pos="4536"/>
        <w:tab w:val="right" w:pos="9072"/>
      </w:tabs>
      <w:jc w:val="both"/>
    </w:pPr>
    <w:rPr>
      <w:sz w:val="20"/>
    </w:rPr>
  </w:style>
  <w:style w:type="character" w:styleId="Hyperlink">
    <w:name w:val="Hyperlink"/>
    <w:rsid w:val="000B39CA"/>
    <w:rPr>
      <w:color w:val="0000FF"/>
      <w:u w:val="single"/>
    </w:rPr>
  </w:style>
  <w:style w:type="table" w:styleId="Tabellenraster">
    <w:name w:val="Table Grid"/>
    <w:basedOn w:val="NormaleTabelle"/>
    <w:rsid w:val="008A1FA5"/>
    <w:rPr>
      <w:rFonts w:ascii="Garamond" w:hAnsi="Garamond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semiHidden/>
    <w:rsid w:val="00EA4782"/>
    <w:pPr>
      <w:ind w:left="284" w:hanging="284"/>
      <w:jc w:val="both"/>
    </w:pPr>
    <w:rPr>
      <w:sz w:val="20"/>
      <w:szCs w:val="20"/>
    </w:rPr>
  </w:style>
  <w:style w:type="paragraph" w:styleId="Sprechblasentext">
    <w:name w:val="Balloon Text"/>
    <w:basedOn w:val="Standard"/>
    <w:link w:val="SprechblasentextZchn"/>
    <w:rsid w:val="00450272"/>
    <w:pPr>
      <w:jc w:val="both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5027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rsid w:val="006E7D32"/>
    <w:rPr>
      <w:rFonts w:ascii="Garamond" w:hAnsi="Garamond" w:cs="Arial"/>
      <w:b/>
      <w:bCs/>
      <w:kern w:val="32"/>
      <w:sz w:val="2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E7D32"/>
    <w:rPr>
      <w:rFonts w:ascii="Cambria" w:hAnsi="Cambri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0829F6"/>
    <w:pPr>
      <w:keepNext/>
      <w:widowControl w:val="0"/>
      <w:spacing w:before="240" w:after="60"/>
      <w:jc w:val="both"/>
      <w:outlineLvl w:val="0"/>
    </w:pPr>
    <w:rPr>
      <w:rFonts w:ascii="Garamond" w:hAnsi="Garamond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23493D"/>
    <w:pPr>
      <w:keepNext/>
      <w:spacing w:before="240" w:after="60"/>
      <w:jc w:val="both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253763"/>
    <w:pPr>
      <w:widowControl w:val="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styleId="Kopfzeile">
    <w:name w:val="header"/>
    <w:basedOn w:val="Standard"/>
    <w:rsid w:val="00D06F14"/>
    <w:pPr>
      <w:tabs>
        <w:tab w:val="center" w:pos="4536"/>
        <w:tab w:val="right" w:pos="9072"/>
      </w:tabs>
      <w:jc w:val="both"/>
    </w:pPr>
  </w:style>
  <w:style w:type="paragraph" w:styleId="Fuzeile">
    <w:name w:val="footer"/>
    <w:basedOn w:val="Standard"/>
    <w:rsid w:val="000B39CA"/>
    <w:pPr>
      <w:tabs>
        <w:tab w:val="center" w:pos="4536"/>
        <w:tab w:val="right" w:pos="9072"/>
      </w:tabs>
      <w:jc w:val="both"/>
    </w:pPr>
    <w:rPr>
      <w:sz w:val="20"/>
    </w:rPr>
  </w:style>
  <w:style w:type="character" w:styleId="Hyperlink">
    <w:name w:val="Hyperlink"/>
    <w:rsid w:val="000B39CA"/>
    <w:rPr>
      <w:color w:val="0000FF"/>
      <w:u w:val="single"/>
    </w:rPr>
  </w:style>
  <w:style w:type="table" w:styleId="Tabellenraster">
    <w:name w:val="Table Grid"/>
    <w:basedOn w:val="NormaleTabelle"/>
    <w:rsid w:val="008A1FA5"/>
    <w:rPr>
      <w:rFonts w:ascii="Garamond" w:hAnsi="Garamond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semiHidden/>
    <w:rsid w:val="00EA4782"/>
    <w:pPr>
      <w:ind w:left="284" w:hanging="284"/>
      <w:jc w:val="both"/>
    </w:pPr>
    <w:rPr>
      <w:sz w:val="20"/>
      <w:szCs w:val="20"/>
    </w:rPr>
  </w:style>
  <w:style w:type="paragraph" w:styleId="Sprechblasentext">
    <w:name w:val="Balloon Text"/>
    <w:basedOn w:val="Standard"/>
    <w:link w:val="SprechblasentextZchn"/>
    <w:rsid w:val="00450272"/>
    <w:pPr>
      <w:jc w:val="both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5027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rsid w:val="006E7D32"/>
    <w:rPr>
      <w:rFonts w:ascii="Garamond" w:hAnsi="Garamond" w:cs="Arial"/>
      <w:b/>
      <w:bCs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Frank\vorl\DaFMat%20qu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DaFMat quer.dotx</Template>
  <TotalTime>0</TotalTime>
  <Pages>1</Pages>
  <Words>16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Team TBE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Ristow</dc:creator>
  <cp:lastModifiedBy>Frank Ristow</cp:lastModifiedBy>
  <cp:revision>1</cp:revision>
  <dcterms:created xsi:type="dcterms:W3CDTF">2011-03-23T08:36:00Z</dcterms:created>
  <dcterms:modified xsi:type="dcterms:W3CDTF">2011-03-23T08:38:00Z</dcterms:modified>
</cp:coreProperties>
</file>